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bookmarkStart w:id="0" w:name="bookmark0"/>
      <w:bookmarkStart w:id="1" w:name="_Toc492977344"/>
      <w:bookmarkStart w:id="2" w:name="bookmark1"/>
      <w:bookmarkStart w:id="3" w:name="_Toc492977345"/>
      <w:bookmarkStart w:id="4" w:name="bookmark2"/>
      <w:bookmarkStart w:id="5" w:name="_Toc492977346"/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bookmarkEnd w:id="0"/>
    <w:bookmarkEnd w:id="1"/>
    <w:p w:rsidR="006616FF" w:rsidRPr="00887149" w:rsidRDefault="006616FF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NYILATKOZAT</w:t>
      </w:r>
    </w:p>
    <w:p w:rsidR="006616FF" w:rsidRPr="00887149" w:rsidRDefault="006616FF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 önrész rendelkezésre állásáról</w:t>
      </w:r>
    </w:p>
    <w:p w:rsidR="006616FF" w:rsidRPr="00887149" w:rsidRDefault="006616FF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</w:p>
    <w:p w:rsidR="006616FF" w:rsidRPr="00887149" w:rsidRDefault="006616FF">
      <w:pPr>
        <w:pStyle w:val="Szvegtrzs30"/>
        <w:shd w:val="clear" w:color="auto" w:fill="auto"/>
        <w:spacing w:before="0" w:after="0" w:line="240" w:lineRule="auto"/>
        <w:rPr>
          <w:rFonts w:ascii="Times New Roman" w:hAnsi="Times New Roman"/>
          <w:color w:val="00B050"/>
          <w:sz w:val="24"/>
          <w:szCs w:val="24"/>
          <w:lang w:val="hu-HU"/>
        </w:rPr>
      </w:pPr>
    </w:p>
    <w:p w:rsidR="006616FF" w:rsidRPr="00887149" w:rsidRDefault="006616FF" w:rsidP="00290C49">
      <w:pPr>
        <w:pStyle w:val="Szvegtrzs20"/>
        <w:shd w:val="clear" w:color="auto" w:fill="auto"/>
        <w:tabs>
          <w:tab w:val="left" w:leader="dot" w:pos="4973"/>
          <w:tab w:val="left" w:leader="dot" w:pos="9259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</w:t>
      </w:r>
      <w:r>
        <w:rPr>
          <w:rFonts w:ascii="Times New Roman" w:hAnsi="Times New Roman"/>
          <w:sz w:val="24"/>
          <w:szCs w:val="24"/>
          <w:lang w:val="hu-HU"/>
        </w:rPr>
        <w:t>helység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</w:t>
      </w:r>
    </w:p>
    <w:p w:rsidR="006616FF" w:rsidRPr="00887149" w:rsidRDefault="006616FF" w:rsidP="00290C49">
      <w:pPr>
        <w:pStyle w:val="Szvegtrzs20"/>
        <w:shd w:val="clear" w:color="auto" w:fill="auto"/>
        <w:tabs>
          <w:tab w:val="left" w:leader="dot" w:pos="2664"/>
          <w:tab w:val="left" w:leader="dot" w:pos="3581"/>
          <w:tab w:val="left" w:leader="dot" w:pos="4483"/>
          <w:tab w:val="left" w:leader="dot" w:pos="5429"/>
          <w:tab w:val="left" w:leader="dot" w:pos="6379"/>
          <w:tab w:val="left" w:leader="dot" w:pos="7536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ab/>
        <w:t>utca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szám,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….. tömbház, ….lakrész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em., ……lépcsőház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ker./megye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 postai irányítószám 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alatti lakos, ….. sorozatú…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számú</w:t>
      </w:r>
      <w:r w:rsidRPr="00887149">
        <w:rPr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személyi igazolvány tulajdonosa, személyi azonosító száma…………….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 jogi képviselőként büntetőjogi felelősségem tudatában kijelentem, hogy a sport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megszervezéséhez és megvalósításához szükséges, önerő, a támogatás összegén felüli rész rendelkezésre áll.</w:t>
      </w:r>
    </w:p>
    <w:p w:rsidR="006616FF" w:rsidRPr="00887149" w:rsidRDefault="006616FF" w:rsidP="00290C49">
      <w:pPr>
        <w:pStyle w:val="Szvegtrzs20"/>
        <w:shd w:val="clear" w:color="auto" w:fill="auto"/>
        <w:spacing w:before="0" w:after="1107"/>
        <w:ind w:firstLine="40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új Büntetőtörvénykönyv 326. </w:t>
      </w:r>
      <w:r>
        <w:rPr>
          <w:rFonts w:ascii="Times New Roman" w:hAnsi="Times New Roman"/>
          <w:sz w:val="24"/>
          <w:szCs w:val="24"/>
          <w:lang w:val="hu-HU"/>
        </w:rPr>
        <w:t>cikkelyébe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ütköző hamis nyilatkozattétel büntetőjogi következményeinek ismeretében, leellenőriztem jelen nyilatkozat adatait, teljesnek és helyesnek ítélvén meg azokat.</w:t>
      </w:r>
    </w:p>
    <w:p w:rsidR="006616FF" w:rsidRPr="00887149" w:rsidRDefault="006616FF">
      <w:pPr>
        <w:pStyle w:val="Szvegtrzs20"/>
        <w:shd w:val="clear" w:color="auto" w:fill="auto"/>
        <w:spacing w:before="0" w:after="1582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Dátum:</w:t>
      </w:r>
    </w:p>
    <w:p w:rsidR="006616FF" w:rsidRPr="00887149" w:rsidRDefault="006616FF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>Elnök,</w:t>
      </w:r>
    </w:p>
    <w:p w:rsidR="006616FF" w:rsidRPr="00887149" w:rsidRDefault="006616FF">
      <w:pPr>
        <w:pStyle w:val="Fejlcvagylbjegyzet1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 xml:space="preserve"> </w:t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</w:r>
      <w:r w:rsidRPr="00887149">
        <w:rPr>
          <w:rStyle w:val="Fejlcvagylbjegyzet0"/>
          <w:rFonts w:ascii="Times New Roman" w:hAnsi="Times New Roman"/>
          <w:szCs w:val="24"/>
          <w:lang w:val="hu-HU"/>
        </w:rPr>
        <w:tab/>
        <w:t xml:space="preserve">   Név és keresztnév</w:t>
      </w:r>
    </w:p>
    <w:p w:rsidR="006616FF" w:rsidRDefault="006616FF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  <w:r w:rsidRPr="00887149">
        <w:rPr>
          <w:rStyle w:val="Fejlcvagylbjegyzet0"/>
          <w:rFonts w:ascii="Times New Roman" w:hAnsi="Times New Roman"/>
          <w:szCs w:val="24"/>
          <w:lang w:val="hu-HU"/>
        </w:rPr>
        <w:t>Pecsét</w:t>
      </w:r>
    </w:p>
    <w:p w:rsidR="006616FF" w:rsidRDefault="006616FF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</w:pPr>
    </w:p>
    <w:p w:rsidR="006616FF" w:rsidRPr="00887149" w:rsidRDefault="006616FF">
      <w:pPr>
        <w:pStyle w:val="Fejlcvagylbjegyzet1"/>
        <w:ind w:left="2160" w:firstLine="720"/>
        <w:rPr>
          <w:rStyle w:val="Fejlcvagylbjegyzet0"/>
          <w:rFonts w:ascii="Times New Roman" w:hAnsi="Times New Roman"/>
          <w:szCs w:val="24"/>
          <w:lang w:val="hu-HU"/>
        </w:rPr>
        <w:sectPr w:rsidR="006616FF" w:rsidRPr="00887149" w:rsidSect="00D13409">
          <w:headerReference w:type="default" r:id="rId7"/>
          <w:headerReference w:type="first" r:id="rId8"/>
          <w:pgSz w:w="11907" w:h="16840" w:code="9"/>
          <w:pgMar w:top="851" w:right="1418" w:bottom="851" w:left="1701" w:header="0" w:footer="6" w:gutter="0"/>
          <w:pgNumType w:start="3"/>
          <w:cols w:space="708"/>
          <w:noEndnote/>
          <w:titlePg/>
          <w:docGrid w:linePitch="360"/>
        </w:sectPr>
      </w:pPr>
    </w:p>
    <w:p w:rsidR="006616FF" w:rsidRDefault="006616FF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96.55pt;margin-top:24pt;width:156.2pt;height:41.35pt;z-index:-251658240;visibility:visible;mso-wrap-distance-left:5pt;mso-wrap-distance-right:5pt;mso-position-horizontal-relative:page;mso-position-vertical-relative:page" filled="f" stroked="f">
            <v:textbox inset="0,0,0,0">
              <w:txbxContent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bookmarkStart w:id="6" w:name="_GoBack"/>
                  <w:bookmarkEnd w:id="6"/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 finanszírozási kérelem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3</w:t>
                  </w:r>
                  <w:r>
                    <w:rPr>
                      <w:rFonts w:ascii="Palatino Linotype" w:hAnsi="Palatino Linotype"/>
                      <w:b/>
                      <w:lang w:val="it-IT"/>
                    </w:rPr>
                    <w:t>. Melléklete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p w:rsidR="006616FF" w:rsidRPr="00887149" w:rsidRDefault="006616FF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</w:p>
    <w:bookmarkEnd w:id="2"/>
    <w:bookmarkEnd w:id="3"/>
    <w:p w:rsidR="006616FF" w:rsidRPr="00887149" w:rsidRDefault="006616FF">
      <w:pPr>
        <w:pStyle w:val="Cmsor10"/>
        <w:keepNext/>
        <w:keepLines/>
        <w:shd w:val="clear" w:color="auto" w:fill="auto"/>
        <w:spacing w:after="215" w:line="240" w:lineRule="exact"/>
        <w:ind w:left="3600"/>
        <w:jc w:val="lef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NYILATKOZAT</w:t>
      </w:r>
    </w:p>
    <w:p w:rsidR="006616FF" w:rsidRPr="00887149" w:rsidRDefault="006616FF" w:rsidP="0019183B">
      <w:pPr>
        <w:pStyle w:val="Szvegtrzs20"/>
        <w:tabs>
          <w:tab w:val="left" w:leader="dot" w:pos="5342"/>
          <w:tab w:val="left" w:leader="dot" w:pos="9214"/>
        </w:tabs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 ………………..,</w:t>
      </w:r>
      <w:r>
        <w:rPr>
          <w:rFonts w:ascii="Times New Roman" w:hAnsi="Times New Roman"/>
          <w:sz w:val="24"/>
          <w:szCs w:val="24"/>
          <w:lang w:val="hu-HU"/>
        </w:rPr>
        <w:t xml:space="preserve"> helység</w:t>
      </w:r>
      <w:r w:rsidRPr="00887149">
        <w:rPr>
          <w:rFonts w:ascii="Times New Roman" w:hAnsi="Times New Roman"/>
          <w:sz w:val="24"/>
          <w:szCs w:val="24"/>
          <w:lang w:val="hu-HU"/>
        </w:rPr>
        <w:t>………………,…………….utca……….szám,….. tömbház, ……..lakrész…….em., ……lépcsőház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ker./megye, postai irányítószám 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 alatti lakos, ….. sorozatú…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számú személyi igazolvány tulajdonosa, személyi azonosító száma…………….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,…………………………. sportszervezeti struktúra/szervezet jogi képviselőjeként, büntetőjogi felelősségem tudatában a következőket jelentem ki:</w:t>
      </w:r>
    </w:p>
    <w:p w:rsidR="006616FF" w:rsidRPr="00887149" w:rsidRDefault="006616FF" w:rsidP="0019183B">
      <w:pPr>
        <w:pStyle w:val="Szvegtrzs20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Sem saját magam/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sem az általam képviselt jogi személy </w:t>
      </w:r>
      <w:r>
        <w:rPr>
          <w:rFonts w:ascii="Times New Roman" w:hAnsi="Times New Roman"/>
          <w:sz w:val="24"/>
          <w:szCs w:val="24"/>
          <w:lang w:val="hu-HU"/>
        </w:rPr>
        <w:t>sem található az alábbi helyze</w:t>
      </w:r>
      <w:r w:rsidRPr="00887149">
        <w:rPr>
          <w:rFonts w:ascii="Times New Roman" w:hAnsi="Times New Roman"/>
          <w:sz w:val="24"/>
          <w:szCs w:val="24"/>
          <w:lang w:val="hu-HU"/>
        </w:rPr>
        <w:t>tek egyikében:</w:t>
      </w:r>
    </w:p>
    <w:p w:rsidR="006616FF" w:rsidRPr="00887149" w:rsidRDefault="006616FF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68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fizetési képtelenségben;</w:t>
      </w:r>
    </w:p>
    <w:p w:rsidR="006616FF" w:rsidRPr="00887149" w:rsidRDefault="006616FF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végleges </w:t>
      </w:r>
      <w:r>
        <w:rPr>
          <w:rFonts w:ascii="Times New Roman" w:hAnsi="Times New Roman"/>
          <w:sz w:val="24"/>
          <w:szCs w:val="24"/>
          <w:lang w:val="hu-HU"/>
        </w:rPr>
        <w:t>bírósá</w:t>
      </w:r>
      <w:r w:rsidRPr="00887149">
        <w:rPr>
          <w:rFonts w:ascii="Times New Roman" w:hAnsi="Times New Roman"/>
          <w:sz w:val="24"/>
          <w:szCs w:val="24"/>
          <w:lang w:val="hu-HU"/>
        </w:rPr>
        <w:t>gi végzés alapján zárolt bankszámlával;</w:t>
      </w:r>
    </w:p>
    <w:p w:rsidR="006616FF" w:rsidRPr="00887149" w:rsidRDefault="006616FF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szegtem meg tudatosan egy másik, közforrásokból támogatott szerződés előírásait;</w:t>
      </w:r>
    </w:p>
    <w:p w:rsidR="006616FF" w:rsidRPr="00887149" w:rsidRDefault="006616FF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vagyok vétkes a gazdasági helyzetre vonatkozó hamis nyilatkozattételt illetően;</w:t>
      </w:r>
    </w:p>
    <w:p w:rsidR="006616FF" w:rsidRPr="00887149" w:rsidRDefault="006616FF" w:rsidP="0019183B">
      <w:pPr>
        <w:pStyle w:val="Szvegtrzs20"/>
        <w:numPr>
          <w:ilvl w:val="0"/>
          <w:numId w:val="2"/>
        </w:numPr>
        <w:shd w:val="clear" w:color="auto" w:fill="auto"/>
        <w:tabs>
          <w:tab w:val="left" w:pos="39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ítéltek el: bizalommal való visszaélés, csalárd magatartás, csalás, sikkasztás, korrupció vagy vesztegetés,</w:t>
      </w:r>
      <w:r>
        <w:rPr>
          <w:rFonts w:ascii="Times New Roman" w:hAnsi="Times New Roman"/>
          <w:sz w:val="24"/>
          <w:szCs w:val="24"/>
          <w:lang w:val="hu-HU"/>
        </w:rPr>
        <w:t xml:space="preserve"> hamis tanúsá</w:t>
      </w:r>
      <w:r w:rsidRPr="00887149">
        <w:rPr>
          <w:rFonts w:ascii="Times New Roman" w:hAnsi="Times New Roman"/>
          <w:sz w:val="24"/>
          <w:szCs w:val="24"/>
          <w:lang w:val="hu-HU"/>
        </w:rPr>
        <w:t>gtétel, hamisítás, hamisítások használata, pénzeszközök hűtlen kezelése miatt.</w:t>
      </w:r>
    </w:p>
    <w:p w:rsidR="006616FF" w:rsidRPr="00887149" w:rsidRDefault="006616FF" w:rsidP="0019183B">
      <w:pPr>
        <w:pStyle w:val="Szvegtrzs20"/>
        <w:numPr>
          <w:ilvl w:val="0"/>
          <w:numId w:val="1"/>
        </w:numPr>
        <w:shd w:val="clear" w:color="auto" w:fill="auto"/>
        <w:tabs>
          <w:tab w:val="left" w:pos="354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Az általam képviselt sportszervezeti struktúra/szervezet eleget tesz a következő feltételeknek: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68"/>
          <w:tab w:val="left" w:leader="underscore" w:pos="859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érvényes jogszabályok értelmében elismert sportszervezeti struktúra: ______számú </w:t>
      </w:r>
      <w:r>
        <w:rPr>
          <w:rFonts w:ascii="Times New Roman" w:hAnsi="Times New Roman"/>
          <w:sz w:val="24"/>
          <w:szCs w:val="24"/>
          <w:lang w:val="hu-HU"/>
        </w:rPr>
        <w:t>sport igazolvány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nincsenek esedékessé vált fizetési kötelezettségei és a támogatásnyújtó intézménnyel nem áll jogvitában;</w:t>
      </w:r>
    </w:p>
    <w:p w:rsidR="006616FF" w:rsidRPr="00887149" w:rsidRDefault="006616FF" w:rsidP="0019183B">
      <w:pPr>
        <w:pStyle w:val="Szvegtrzs41"/>
        <w:numPr>
          <w:ilvl w:val="0"/>
          <w:numId w:val="3"/>
        </w:numPr>
        <w:shd w:val="clear" w:color="auto" w:fill="auto"/>
        <w:tabs>
          <w:tab w:val="left" w:pos="382"/>
        </w:tabs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Style w:val="Szvegtrzs40"/>
          <w:rFonts w:ascii="Times New Roman" w:hAnsi="Times New Roman"/>
          <w:szCs w:val="24"/>
          <w:lang w:val="hu-HU"/>
        </w:rPr>
        <w:t>nincsenek esedékessé vált fizetési kötelezettségei az állam felé törlesztendő adók és illetékek, illetve az állami társadalombiztosítási járulékok tekintetében</w:t>
      </w:r>
      <w:r w:rsidRPr="00887149">
        <w:rPr>
          <w:rFonts w:ascii="Times New Roman" w:hAnsi="Times New Roman"/>
          <w:sz w:val="24"/>
          <w:szCs w:val="24"/>
          <w:lang w:val="hu-HU"/>
        </w:rPr>
        <w:t>;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2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 támogatásnyújtó intézménynek a támogatás megszerzése érdekében szolgáltatott információk valósak;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nem áll a jogszabályi rendelkezések, alapító okiratok és belső szabályzatok be nem tartásának a helyzetében;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az érvényes jogszabályok rendelkezései értelmében, nem képezi felszámolási- vagy csődeljárás tárgyát és nem áll felszámolás vagy csőd alatt;</w:t>
      </w:r>
    </w:p>
    <w:p w:rsidR="006616FF" w:rsidRPr="00887149" w:rsidRDefault="006616FF" w:rsidP="0019183B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 folyó pénzügyi év folyamán ugyanazon finanszírozó hatósággal ugyanazon </w:t>
      </w:r>
      <w:r>
        <w:rPr>
          <w:rFonts w:ascii="Times New Roman" w:hAnsi="Times New Roman"/>
          <w:sz w:val="24"/>
          <w:szCs w:val="24"/>
          <w:lang w:val="hu-HU"/>
        </w:rPr>
        <w:t>pályázatra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vonatkozóan nincs más közforrásokból való finanszírozási szerződése;</w:t>
      </w:r>
    </w:p>
    <w:p w:rsidR="006616FF" w:rsidRPr="00887149" w:rsidRDefault="006616FF" w:rsidP="0019183B">
      <w:pPr>
        <w:pStyle w:val="Szvegtrzs20"/>
        <w:shd w:val="clear" w:color="auto" w:fill="auto"/>
        <w:spacing w:before="0" w:after="267"/>
        <w:ind w:firstLine="78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Az új Büntetőtörvénykönyv </w:t>
      </w:r>
      <w:r>
        <w:rPr>
          <w:rFonts w:ascii="Times New Roman" w:hAnsi="Times New Roman"/>
          <w:sz w:val="24"/>
          <w:szCs w:val="24"/>
          <w:lang w:val="hu-HU"/>
        </w:rPr>
        <w:t>326. cikkelyébe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ütköző hamis nyilatkozattétel büntetőjogi következményeinek ismeretében, leellenőriztem jelen nyilatkozat adatait, teljesnek és helyesnek ítélvén meg azokat.</w:t>
      </w:r>
    </w:p>
    <w:p w:rsidR="006616FF" w:rsidRPr="00887149" w:rsidRDefault="006616FF" w:rsidP="0019183B">
      <w:pPr>
        <w:pStyle w:val="Szvegtrzs20"/>
        <w:shd w:val="clear" w:color="auto" w:fill="auto"/>
        <w:tabs>
          <w:tab w:val="left" w:leader="dot" w:pos="3620"/>
        </w:tabs>
        <w:spacing w:before="0" w:after="23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Sportszervezeti struktúra/ szervezet…………………………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6616FF" w:rsidRPr="00887149" w:rsidRDefault="006616FF">
      <w:pPr>
        <w:pStyle w:val="Szvegtrzs20"/>
        <w:shd w:val="clear" w:color="auto" w:fill="auto"/>
        <w:tabs>
          <w:tab w:val="left" w:leader="dot" w:pos="2971"/>
        </w:tabs>
        <w:spacing w:before="0" w:after="52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Jogi képviselő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6616FF" w:rsidRPr="00887149" w:rsidRDefault="006616FF">
      <w:pPr>
        <w:pStyle w:val="Szvegtrzs41"/>
        <w:shd w:val="clear" w:color="auto" w:fill="auto"/>
        <w:spacing w:after="523"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>láírás,</w:t>
      </w:r>
    </w:p>
    <w:p w:rsidR="006616FF" w:rsidRPr="00887149" w:rsidRDefault="006616FF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Dátum.</w:t>
      </w:r>
    </w:p>
    <w:p w:rsidR="006616FF" w:rsidRPr="00887149" w:rsidRDefault="006616FF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 id="_x0000_s1029" type="#_x0000_t202" style="position:absolute;left:0;text-align:left;margin-left:409.5pt;margin-top:27pt;width:143.25pt;height:40.55pt;z-index:-251657216;visibility:visible;mso-wrap-distance-left:5pt;mso-wrap-distance-right:5pt;mso-position-horizontal-relative:page;mso-position-vertical-relative:page" filled="f" stroked="f">
            <v:textbox inset="0,0,0,0">
              <w:txbxContent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Afinanszírozási kérelem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4. Melléklete</w:t>
                  </w:r>
                  <w:r w:rsidRPr="00E027BD">
                    <w:rPr>
                      <w:rFonts w:ascii="Palatino Linotype" w:hAnsi="Palatino Linotype"/>
                      <w:b/>
                      <w:lang w:val="it-IT"/>
                    </w:rPr>
                    <w:t xml:space="preserve"> 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</w:p>
    <w:p w:rsidR="006616FF" w:rsidRPr="00887149" w:rsidRDefault="006616FF">
      <w:pPr>
        <w:pStyle w:val="Szvegtrzs41"/>
        <w:shd w:val="clear" w:color="auto" w:fill="auto"/>
        <w:spacing w:line="240" w:lineRule="exact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515" w:line="240" w:lineRule="exact"/>
        <w:ind w:left="2340"/>
        <w:jc w:val="left"/>
        <w:rPr>
          <w:rFonts w:ascii="Times New Roman" w:hAnsi="Times New Roman"/>
          <w:b/>
          <w:sz w:val="24"/>
          <w:szCs w:val="24"/>
          <w:lang w:val="hu-HU"/>
        </w:rPr>
      </w:pPr>
      <w:r w:rsidRPr="00887149">
        <w:rPr>
          <w:rFonts w:ascii="Times New Roman" w:hAnsi="Times New Roman"/>
          <w:b/>
          <w:sz w:val="24"/>
          <w:szCs w:val="24"/>
          <w:lang w:val="hu-HU"/>
        </w:rPr>
        <w:t>PÁRTATLANSÁGI NYILATKOZAT</w:t>
      </w:r>
    </w:p>
    <w:p w:rsidR="006616FF" w:rsidRPr="00887149" w:rsidRDefault="006616FF" w:rsidP="008001B8">
      <w:pPr>
        <w:pStyle w:val="Szvegtrzs20"/>
        <w:shd w:val="clear" w:color="auto" w:fill="auto"/>
        <w:spacing w:before="0" w:line="413" w:lineRule="exact"/>
        <w:ind w:firstLine="74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Érdekkonfliktusnak számít minden olyan helyzet, amely bármely pillanatban megakadályozza a kedvezményezettet abban, hogy a támogató hatóság cél</w:t>
      </w:r>
      <w:r>
        <w:rPr>
          <w:rFonts w:ascii="Times New Roman" w:hAnsi="Times New Roman"/>
          <w:sz w:val="24"/>
          <w:szCs w:val="24"/>
          <w:lang w:val="hu-HU"/>
        </w:rPr>
        <w:t>k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itűzései szerint járjon el, valamint az a helyzet, amelyben bármely, a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megvalósításában érintett személy feladatkörének objektív és pártatlan beteljesítése családi, politikai, gazdasági bármely más, a kedvezményezettel közös érdek miatt veszélybe kerülhet.</w:t>
      </w:r>
    </w:p>
    <w:p w:rsidR="006616FF" w:rsidRPr="00887149" w:rsidRDefault="006616FF" w:rsidP="008001B8">
      <w:pPr>
        <w:pStyle w:val="Szvegtrzs20"/>
        <w:shd w:val="clear" w:color="auto" w:fill="auto"/>
        <w:spacing w:before="0" w:line="413" w:lineRule="exact"/>
        <w:ind w:firstLine="74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Alulírott, 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                 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minőségében,</w:t>
      </w:r>
    </w:p>
    <w:p w:rsidR="006616FF" w:rsidRPr="00887149" w:rsidRDefault="006616FF">
      <w:pPr>
        <w:pStyle w:val="Szvegtrzs20"/>
        <w:shd w:val="clear" w:color="auto" w:fill="auto"/>
        <w:spacing w:before="0" w:after="618" w:line="413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megvalósítását illetően a kérelmező szerv</w:t>
      </w:r>
      <w:r>
        <w:rPr>
          <w:rFonts w:ascii="Times New Roman" w:hAnsi="Times New Roman"/>
          <w:sz w:val="24"/>
          <w:szCs w:val="24"/>
          <w:lang w:val="hu-HU"/>
        </w:rPr>
        <w:t>ezet képviseleti jogával rendel</w:t>
      </w:r>
      <w:r w:rsidRPr="00887149">
        <w:rPr>
          <w:rFonts w:ascii="Times New Roman" w:hAnsi="Times New Roman"/>
          <w:sz w:val="24"/>
          <w:szCs w:val="24"/>
          <w:lang w:val="hu-HU"/>
        </w:rPr>
        <w:t>k</w:t>
      </w:r>
      <w:r>
        <w:rPr>
          <w:rFonts w:ascii="Times New Roman" w:hAnsi="Times New Roman"/>
          <w:sz w:val="24"/>
          <w:szCs w:val="24"/>
          <w:lang w:val="hu-HU"/>
        </w:rPr>
        <w:t>e</w:t>
      </w:r>
      <w:r w:rsidRPr="00887149">
        <w:rPr>
          <w:rFonts w:ascii="Times New Roman" w:hAnsi="Times New Roman"/>
          <w:sz w:val="24"/>
          <w:szCs w:val="24"/>
          <w:lang w:val="hu-HU"/>
        </w:rPr>
        <w:t>ző személyként, kötelezem magm valamennyi olyan megelőző jellegű intézkedés foganatosítására, amelyek bármilyen, a fentiekben leírt érdekkonfliktus elkerülése érdekében szükségesek lehetnek, továbbá kötelezem magma arra, hogy bármilyen olyan helyzetről tájékoztassam a támogató hatóságot, amely egy ilyen jellegű konfliktust eredményez vagy eredményezhet.</w:t>
      </w:r>
    </w:p>
    <w:p w:rsidR="006616FF" w:rsidRPr="00887149" w:rsidRDefault="006616FF" w:rsidP="008001B8">
      <w:pPr>
        <w:pStyle w:val="Szvegtrzs20"/>
        <w:shd w:val="clear" w:color="auto" w:fill="auto"/>
        <w:tabs>
          <w:tab w:val="left" w:leader="dot" w:pos="3620"/>
        </w:tabs>
        <w:spacing w:before="0" w:after="23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Sportszervezeti struktúra/ szervezet…………………………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6616FF" w:rsidRPr="00887149" w:rsidRDefault="006616FF" w:rsidP="008001B8">
      <w:pPr>
        <w:pStyle w:val="Szvegtrzs20"/>
        <w:shd w:val="clear" w:color="auto" w:fill="auto"/>
        <w:tabs>
          <w:tab w:val="left" w:leader="dot" w:pos="2971"/>
        </w:tabs>
        <w:spacing w:before="0" w:after="528" w:line="240" w:lineRule="exac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Jogi képviselő</w:t>
      </w:r>
      <w:r w:rsidRPr="00887149">
        <w:rPr>
          <w:rFonts w:ascii="Times New Roman" w:hAnsi="Times New Roman"/>
          <w:sz w:val="24"/>
          <w:szCs w:val="24"/>
          <w:lang w:val="hu-HU"/>
        </w:rPr>
        <w:tab/>
      </w:r>
    </w:p>
    <w:p w:rsidR="006616FF" w:rsidRPr="00887149" w:rsidRDefault="006616FF" w:rsidP="008001B8">
      <w:pPr>
        <w:pStyle w:val="Szvegtrzs41"/>
        <w:shd w:val="clear" w:color="auto" w:fill="auto"/>
        <w:spacing w:after="523" w:line="240" w:lineRule="exact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</w:t>
      </w:r>
      <w:r w:rsidRPr="00887149">
        <w:rPr>
          <w:rFonts w:ascii="Times New Roman" w:hAnsi="Times New Roman"/>
          <w:sz w:val="24"/>
          <w:szCs w:val="24"/>
          <w:lang w:val="hu-HU"/>
        </w:rPr>
        <w:t>láírás,</w:t>
      </w:r>
    </w:p>
    <w:p w:rsidR="006616FF" w:rsidRPr="00887149" w:rsidRDefault="006616FF" w:rsidP="008001B8">
      <w:pPr>
        <w:pStyle w:val="Szvegtrzs20"/>
        <w:shd w:val="clear" w:color="auto" w:fill="auto"/>
        <w:spacing w:before="0" w:line="240" w:lineRule="exact"/>
        <w:rPr>
          <w:rFonts w:ascii="Times New Roman" w:hAnsi="Times New Roman"/>
          <w:sz w:val="24"/>
          <w:szCs w:val="24"/>
          <w:lang w:val="hu-HU"/>
        </w:rPr>
        <w:sectPr w:rsidR="006616FF" w:rsidRPr="00887149" w:rsidSect="00DB5D6A">
          <w:pgSz w:w="12240" w:h="15840"/>
          <w:pgMar w:top="426" w:right="1402" w:bottom="851" w:left="1397" w:header="0" w:footer="3" w:gutter="0"/>
          <w:cols w:space="708"/>
          <w:noEndnote/>
          <w:docGrid w:linePitch="360"/>
        </w:sectPr>
      </w:pPr>
      <w:r w:rsidRPr="00887149">
        <w:rPr>
          <w:rFonts w:ascii="Times New Roman" w:hAnsi="Times New Roman"/>
          <w:sz w:val="24"/>
          <w:szCs w:val="24"/>
          <w:lang w:val="hu-HU"/>
        </w:rPr>
        <w:t>Dátum</w:t>
      </w:r>
    </w:p>
    <w:p w:rsidR="006616FF" w:rsidRPr="00887149" w:rsidRDefault="006616FF" w:rsidP="00C1795B">
      <w:pPr>
        <w:pStyle w:val="Cmsor10"/>
        <w:keepNext/>
        <w:keepLines/>
        <w:shd w:val="clear" w:color="auto" w:fill="auto"/>
        <w:spacing w:after="1029" w:line="240" w:lineRule="exact"/>
        <w:jc w:val="left"/>
        <w:rPr>
          <w:rFonts w:ascii="Times New Roman" w:hAnsi="Times New Roman"/>
          <w:sz w:val="24"/>
          <w:szCs w:val="24"/>
          <w:lang w:val="hu-HU"/>
        </w:rPr>
      </w:pPr>
      <w:r>
        <w:rPr>
          <w:noProof/>
          <w:shd w:val="clear" w:color="auto" w:fill="auto"/>
        </w:rPr>
        <w:pict>
          <v:shape id="_x0000_s1030" type="#_x0000_t202" style="position:absolute;margin-left:411pt;margin-top:39pt;width:153.75pt;height:41.3pt;z-index:-251656192;visibility:visible;mso-wrap-distance-left:5pt;mso-wrap-distance-right:5pt;mso-position-horizontal-relative:page;mso-position-vertical-relative:page" filled="f" stroked="f">
            <v:textbox inset="0,0,0,0">
              <w:txbxContent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</w:pP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A finanszírozási kérelem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  <w:r w:rsidRPr="00812D27"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1.</w:t>
                  </w:r>
                  <w:r>
                    <w:rPr>
                      <w:rStyle w:val="Fejlcvagylbjegyzet0"/>
                      <w:rFonts w:ascii="Palatino Linotype" w:hAnsi="Palatino Linotype"/>
                      <w:b/>
                      <w:szCs w:val="24"/>
                    </w:rPr>
                    <w:t>5. Melléklete</w:t>
                  </w: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  <w:lang w:val="it-IT"/>
                    </w:rPr>
                  </w:pPr>
                </w:p>
                <w:p w:rsidR="006616FF" w:rsidRDefault="006616FF">
                  <w:pPr>
                    <w:pStyle w:val="Fejlcvagylbjegyzet1"/>
                    <w:shd w:val="clear" w:color="auto" w:fill="auto"/>
                    <w:spacing w:line="240" w:lineRule="auto"/>
                    <w:rPr>
                      <w:rFonts w:ascii="Palatino Linotype" w:hAnsi="Palatino Linotype"/>
                      <w:b/>
                    </w:rPr>
                  </w:pPr>
                </w:p>
              </w:txbxContent>
            </v:textbox>
            <w10:wrap anchorx="page" anchory="page"/>
          </v:shape>
        </w:pict>
      </w:r>
      <w:bookmarkEnd w:id="4"/>
      <w:bookmarkEnd w:id="5"/>
    </w:p>
    <w:p w:rsidR="006616FF" w:rsidRPr="00887149" w:rsidRDefault="006616FF" w:rsidP="00C1795B">
      <w:pPr>
        <w:pStyle w:val="Cmsor10"/>
        <w:keepNext/>
        <w:keepLines/>
        <w:shd w:val="clear" w:color="auto" w:fill="auto"/>
        <w:spacing w:after="1080" w:line="274" w:lineRule="exact"/>
        <w:ind w:right="32"/>
        <w:contextualSpacing/>
        <w:rPr>
          <w:rFonts w:ascii="Times New Roman" w:hAnsi="Times New Roman"/>
          <w:sz w:val="24"/>
          <w:szCs w:val="24"/>
          <w:lang w:val="hu-HU"/>
        </w:rPr>
      </w:pPr>
      <w:bookmarkStart w:id="7" w:name="bookmark3"/>
      <w:bookmarkStart w:id="8" w:name="_Toc492977347"/>
      <w:r w:rsidRPr="00887149">
        <w:rPr>
          <w:rFonts w:ascii="Times New Roman" w:hAnsi="Times New Roman"/>
          <w:sz w:val="24"/>
          <w:szCs w:val="24"/>
          <w:lang w:val="hu-HU"/>
        </w:rPr>
        <w:t>SAJÁT FELELŐSSÉGRE TETT NYILATKOZAT</w:t>
      </w:r>
    </w:p>
    <w:p w:rsidR="006616FF" w:rsidRPr="00887149" w:rsidRDefault="006616FF" w:rsidP="00C1795B">
      <w:pPr>
        <w:pStyle w:val="Cmsor10"/>
        <w:keepNext/>
        <w:keepLines/>
        <w:shd w:val="clear" w:color="auto" w:fill="auto"/>
        <w:spacing w:after="1080" w:line="274" w:lineRule="exact"/>
        <w:ind w:right="32"/>
        <w:contextualSpacing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SPORT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887149">
        <w:rPr>
          <w:rFonts w:ascii="Times New Roman" w:hAnsi="Times New Roman"/>
          <w:sz w:val="24"/>
          <w:szCs w:val="24"/>
          <w:lang w:val="hu-HU"/>
        </w:rPr>
        <w:t>PROGRAMFELELŐS KINEVEZÉSÉRE</w:t>
      </w:r>
      <w:bookmarkEnd w:id="7"/>
      <w:bookmarkEnd w:id="8"/>
    </w:p>
    <w:p w:rsidR="006616FF" w:rsidRPr="00887149" w:rsidRDefault="006616FF" w:rsidP="0019183B">
      <w:pPr>
        <w:pStyle w:val="Szvegtrzs20"/>
        <w:shd w:val="clear" w:color="auto" w:fill="auto"/>
        <w:tabs>
          <w:tab w:val="left" w:leader="underscore" w:pos="3909"/>
          <w:tab w:val="left" w:leader="underscore" w:pos="7346"/>
          <w:tab w:val="left" w:leader="underscore" w:pos="9083"/>
        </w:tabs>
        <w:spacing w:before="0"/>
        <w:ind w:left="280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Alulírott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 xml:space="preserve">,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utca</w:t>
      </w:r>
      <w:r>
        <w:rPr>
          <w:rFonts w:ascii="Times New Roman" w:hAnsi="Times New Roman"/>
          <w:sz w:val="24"/>
          <w:szCs w:val="24"/>
          <w:lang w:val="hu-HU"/>
        </w:rPr>
        <w:t>______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szám, 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lépcsőház, ___tömbház.,___em.,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lakrész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,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megye</w:t>
      </w:r>
      <w:r w:rsidRPr="00887149">
        <w:rPr>
          <w:rFonts w:ascii="Times New Roman" w:hAnsi="Times New Roman"/>
          <w:sz w:val="24"/>
          <w:szCs w:val="24"/>
          <w:lang w:val="hu-HU"/>
        </w:rPr>
        <w:tab/>
        <w:t>alatti lakos, _____ sorozatú___________számú személyigazolvány tulajdonosa, személyi azonosító szám______________________, _____________________________Sportklub/Sport</w:t>
      </w:r>
      <w:r>
        <w:rPr>
          <w:rFonts w:ascii="Times New Roman" w:hAnsi="Times New Roman"/>
          <w:sz w:val="24"/>
          <w:szCs w:val="24"/>
          <w:lang w:val="hu-HU"/>
        </w:rPr>
        <w:t>klub E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gyesület jogi képviselőjeként, büntetőjogi felelősségem tudatában kijelentem, hogy a </w:t>
      </w:r>
      <w:r>
        <w:rPr>
          <w:rFonts w:ascii="Times New Roman" w:hAnsi="Times New Roman"/>
          <w:sz w:val="24"/>
          <w:szCs w:val="24"/>
          <w:lang w:val="hu-HU"/>
        </w:rPr>
        <w:t>pályázat</w:t>
      </w:r>
      <w:r w:rsidRPr="00887149">
        <w:rPr>
          <w:rFonts w:ascii="Times New Roman" w:hAnsi="Times New Roman"/>
          <w:sz w:val="24"/>
          <w:szCs w:val="24"/>
          <w:lang w:val="hu-HU"/>
        </w:rPr>
        <w:t xml:space="preserve"> megvalósításáért felelős kinevezett személy_____________________.</w:t>
      </w:r>
    </w:p>
    <w:p w:rsidR="006616FF" w:rsidRPr="00887149" w:rsidRDefault="006616FF" w:rsidP="0019183B">
      <w:pPr>
        <w:pStyle w:val="Szvegtrzs20"/>
        <w:shd w:val="clear" w:color="auto" w:fill="auto"/>
        <w:tabs>
          <w:tab w:val="left" w:leader="underscore" w:pos="636"/>
          <w:tab w:val="left" w:leader="underscore" w:pos="1286"/>
          <w:tab w:val="left" w:leader="underscore" w:pos="2011"/>
          <w:tab w:val="left" w:leader="underscore" w:pos="2606"/>
          <w:tab w:val="left" w:leader="underscore" w:pos="3370"/>
          <w:tab w:val="left" w:leader="underscore" w:pos="5126"/>
        </w:tabs>
        <w:spacing w:before="0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 w:rsidP="0019183B">
      <w:pPr>
        <w:pStyle w:val="Szvegtrzs20"/>
        <w:shd w:val="clear" w:color="auto" w:fill="auto"/>
        <w:tabs>
          <w:tab w:val="left" w:leader="underscore" w:pos="636"/>
          <w:tab w:val="left" w:leader="underscore" w:pos="1286"/>
          <w:tab w:val="left" w:leader="underscore" w:pos="2011"/>
          <w:tab w:val="left" w:leader="underscore" w:pos="2606"/>
          <w:tab w:val="left" w:leader="underscore" w:pos="3370"/>
          <w:tab w:val="left" w:leader="underscore" w:pos="5126"/>
        </w:tabs>
        <w:spacing w:before="0"/>
        <w:rPr>
          <w:rFonts w:ascii="Times New Roman" w:hAnsi="Times New Roman"/>
          <w:sz w:val="24"/>
          <w:szCs w:val="24"/>
          <w:lang w:val="hu-HU"/>
        </w:rPr>
      </w:pPr>
    </w:p>
    <w:p w:rsidR="006616FF" w:rsidRPr="00887149" w:rsidRDefault="006616FF">
      <w:pPr>
        <w:pStyle w:val="Szvegtrzs20"/>
        <w:shd w:val="clear" w:color="auto" w:fill="auto"/>
        <w:spacing w:before="0" w:after="267"/>
        <w:ind w:left="600"/>
        <w:jc w:val="center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Elnök,</w:t>
      </w:r>
      <w:r w:rsidRPr="00887149">
        <w:rPr>
          <w:rFonts w:ascii="Times New Roman" w:hAnsi="Times New Roman"/>
          <w:sz w:val="24"/>
          <w:szCs w:val="24"/>
          <w:lang w:val="hu-HU"/>
        </w:rPr>
        <w:br/>
        <w:t>Név és keresztnév</w:t>
      </w:r>
    </w:p>
    <w:p w:rsidR="006616FF" w:rsidRPr="00887149" w:rsidRDefault="006616FF">
      <w:pPr>
        <w:pStyle w:val="Szvegtrzs20"/>
        <w:shd w:val="clear" w:color="auto" w:fill="auto"/>
        <w:spacing w:before="0" w:after="833" w:line="240" w:lineRule="exact"/>
        <w:ind w:left="600"/>
        <w:jc w:val="center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>Aláírás,</w:t>
      </w:r>
    </w:p>
    <w:p w:rsidR="006616FF" w:rsidRPr="00887149" w:rsidRDefault="006616FF">
      <w:pPr>
        <w:pStyle w:val="Szvegtrzs20"/>
        <w:shd w:val="clear" w:color="auto" w:fill="auto"/>
        <w:spacing w:before="0" w:line="240" w:lineRule="exact"/>
        <w:ind w:left="3840"/>
        <w:jc w:val="left"/>
        <w:rPr>
          <w:rFonts w:ascii="Times New Roman" w:hAnsi="Times New Roman"/>
          <w:sz w:val="24"/>
          <w:szCs w:val="24"/>
          <w:lang w:val="hu-HU"/>
        </w:rPr>
      </w:pPr>
      <w:r w:rsidRPr="00887149">
        <w:rPr>
          <w:rFonts w:ascii="Times New Roman" w:hAnsi="Times New Roman"/>
          <w:sz w:val="24"/>
          <w:szCs w:val="24"/>
          <w:lang w:val="hu-HU"/>
        </w:rPr>
        <w:t xml:space="preserve">              Pecsét</w:t>
      </w:r>
    </w:p>
    <w:p w:rsidR="006616FF" w:rsidRPr="00887149" w:rsidRDefault="006616FF">
      <w:pPr>
        <w:rPr>
          <w:rFonts w:ascii="Times New Roman" w:hAnsi="Times New Roman" w:cs="Times New Roman"/>
          <w:lang w:val="hu-HU"/>
        </w:rPr>
      </w:pPr>
    </w:p>
    <w:p w:rsidR="006616FF" w:rsidRPr="00887149" w:rsidRDefault="006616FF">
      <w:pPr>
        <w:rPr>
          <w:rFonts w:ascii="Times New Roman" w:hAnsi="Times New Roman" w:cs="Times New Roman"/>
          <w:lang w:val="hu-HU"/>
        </w:rPr>
      </w:pPr>
    </w:p>
    <w:sectPr w:rsidR="006616FF" w:rsidRPr="00887149" w:rsidSect="00E54657">
      <w:headerReference w:type="default" r:id="rId9"/>
      <w:headerReference w:type="first" r:id="rId10"/>
      <w:pgSz w:w="12240" w:h="15840"/>
      <w:pgMar w:top="1382" w:right="1431" w:bottom="1382" w:left="1421" w:header="0" w:footer="3" w:gutter="0"/>
      <w:pgNumType w:start="4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6FF" w:rsidRDefault="006616FF">
      <w:r>
        <w:separator/>
      </w:r>
    </w:p>
  </w:endnote>
  <w:endnote w:type="continuationSeparator" w:id="0">
    <w:p w:rsidR="006616FF" w:rsidRDefault="00661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Meiry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6FF" w:rsidRDefault="006616FF">
      <w:r>
        <w:separator/>
      </w:r>
    </w:p>
  </w:footnote>
  <w:footnote w:type="continuationSeparator" w:id="0">
    <w:p w:rsidR="006616FF" w:rsidRDefault="00661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6FF" w:rsidRDefault="006616FF">
    <w:pPr>
      <w:jc w:val="right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6FF" w:rsidRDefault="006616FF">
    <w:pPr>
      <w:rPr>
        <w:sz w:val="2"/>
        <w:szCs w:val="2"/>
      </w:rPr>
    </w:pPr>
    <w:r>
      <w:rPr>
        <w:noProof/>
        <w:lang w:val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402.1pt;margin-top:64.1pt;width:140.9pt;height:28.9pt;z-index:-251656192;visibility:visible;mso-wrap-distance-left:5pt;mso-wrap-distance-right:5pt;mso-position-horizontal-relative:page;mso-position-vertical-relative:page" filled="f" stroked="f">
          <v:textbox inset="0,0,0,0">
            <w:txbxContent>
              <w:p w:rsidR="006616FF" w:rsidRDefault="006616FF">
                <w:pPr>
                  <w:pStyle w:val="Fejlcvagylbjegyzet1"/>
                  <w:shd w:val="clear" w:color="auto" w:fill="auto"/>
                  <w:spacing w:line="240" w:lineRule="auto"/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</w:pPr>
                <w:r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A finanszírozási kérelem</w:t>
                </w:r>
              </w:p>
              <w:p w:rsidR="006616FF" w:rsidRDefault="006616FF">
                <w:pPr>
                  <w:pStyle w:val="Fejlcvagylbjegyzet1"/>
                  <w:shd w:val="clear" w:color="auto" w:fill="auto"/>
                  <w:spacing w:line="240" w:lineRule="auto"/>
                  <w:rPr>
                    <w:rFonts w:ascii="Palatino Linotype" w:hAnsi="Palatino Linotype"/>
                    <w:b/>
                    <w:lang w:val="it-IT"/>
                  </w:rPr>
                </w:pPr>
                <w:r w:rsidRPr="00812D27"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1.</w:t>
                </w:r>
                <w:r>
                  <w:rPr>
                    <w:rStyle w:val="Fejlcvagylbjegyzet0"/>
                    <w:rFonts w:ascii="Palatino Linotype" w:hAnsi="Palatino Linotype"/>
                    <w:b/>
                    <w:szCs w:val="24"/>
                  </w:rPr>
                  <w:t>2</w:t>
                </w:r>
                <w:r w:rsidRPr="00E027BD">
                  <w:rPr>
                    <w:rFonts w:ascii="Palatino Linotype" w:hAnsi="Palatino Linotype"/>
                    <w:b/>
                    <w:lang w:val="it-IT"/>
                  </w:rPr>
                  <w:t xml:space="preserve"> </w:t>
                </w:r>
                <w:r>
                  <w:rPr>
                    <w:rFonts w:ascii="Palatino Linotype" w:hAnsi="Palatino Linotype"/>
                    <w:b/>
                    <w:lang w:val="it-IT"/>
                  </w:rPr>
                  <w:t>. Melléklete</w:t>
                </w:r>
              </w:p>
            </w:txbxContent>
          </v:textbox>
          <w10:wrap anchorx="page" anchory="page"/>
        </v:shape>
      </w:pict>
    </w:r>
    <w:r>
      <w:rPr>
        <w:noProof/>
        <w:lang w:val="ro-RO"/>
      </w:rPr>
      <w:pict>
        <v:shape id="Text Box 4" o:spid="_x0000_s2050" type="#_x0000_t202" style="position:absolute;margin-left:72.25pt;margin-top:43.2pt;width:113.35pt;height:13.8pt;z-index:-25165516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6616FF" w:rsidRDefault="006616FF">
                <w:pPr>
                  <w:pStyle w:val="Fejlcvagylbjegyzet1"/>
                  <w:shd w:val="clear" w:color="auto" w:fill="auto"/>
                  <w:spacing w:line="240" w:lineRule="auto"/>
                </w:pPr>
                <w:r>
                  <w:rPr>
                    <w:rStyle w:val="Fejlcvagylbjegyzet0"/>
                    <w:szCs w:val="24"/>
                  </w:rPr>
                  <w:t>Sportszervezeti struktúra fejléce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6FF" w:rsidRDefault="006616FF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6FF" w:rsidRDefault="006616F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7A59"/>
    <w:multiLevelType w:val="multilevel"/>
    <w:tmpl w:val="D94E0D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DC919E9"/>
    <w:multiLevelType w:val="multilevel"/>
    <w:tmpl w:val="7160EA4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FA70643"/>
    <w:multiLevelType w:val="multilevel"/>
    <w:tmpl w:val="E2683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391"/>
    <w:rsid w:val="00017725"/>
    <w:rsid w:val="000F1F00"/>
    <w:rsid w:val="001032C5"/>
    <w:rsid w:val="00124FE9"/>
    <w:rsid w:val="0018523C"/>
    <w:rsid w:val="00186CB2"/>
    <w:rsid w:val="0019183B"/>
    <w:rsid w:val="001B233C"/>
    <w:rsid w:val="00290C49"/>
    <w:rsid w:val="002A67B7"/>
    <w:rsid w:val="002B30FD"/>
    <w:rsid w:val="002D46E3"/>
    <w:rsid w:val="003475B9"/>
    <w:rsid w:val="003943AA"/>
    <w:rsid w:val="003B0AFD"/>
    <w:rsid w:val="003F7D88"/>
    <w:rsid w:val="004415F4"/>
    <w:rsid w:val="004574D1"/>
    <w:rsid w:val="00476F8C"/>
    <w:rsid w:val="004D199F"/>
    <w:rsid w:val="005872D4"/>
    <w:rsid w:val="005C5FDC"/>
    <w:rsid w:val="00603349"/>
    <w:rsid w:val="006616FF"/>
    <w:rsid w:val="006A7DDC"/>
    <w:rsid w:val="007B3700"/>
    <w:rsid w:val="008001B8"/>
    <w:rsid w:val="00812D27"/>
    <w:rsid w:val="0082766C"/>
    <w:rsid w:val="00887149"/>
    <w:rsid w:val="008F3434"/>
    <w:rsid w:val="00963926"/>
    <w:rsid w:val="009A4C5E"/>
    <w:rsid w:val="009E2F79"/>
    <w:rsid w:val="00A53391"/>
    <w:rsid w:val="00AF1945"/>
    <w:rsid w:val="00AF4553"/>
    <w:rsid w:val="00C1420A"/>
    <w:rsid w:val="00C1795B"/>
    <w:rsid w:val="00C75370"/>
    <w:rsid w:val="00D13409"/>
    <w:rsid w:val="00D56F58"/>
    <w:rsid w:val="00DB5D6A"/>
    <w:rsid w:val="00E027BD"/>
    <w:rsid w:val="00E46405"/>
    <w:rsid w:val="00E54657"/>
    <w:rsid w:val="00E80E81"/>
    <w:rsid w:val="00E967B8"/>
    <w:rsid w:val="00EE5FF6"/>
    <w:rsid w:val="00F149D4"/>
    <w:rsid w:val="00F8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91"/>
    <w:pPr>
      <w:widowControl w:val="0"/>
    </w:pPr>
    <w:rPr>
      <w:rFonts w:ascii="Arial Unicode MS" w:hAnsi="Arial Unicode MS" w:cs="Arial Unicode MS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hAnsi="Calibri" w:cs="Times New Roman"/>
      <w:b/>
      <w:color w:val="auto"/>
      <w:spacing w:val="-3"/>
      <w:szCs w:val="20"/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Cmsor1">
    <w:name w:val="Címsor #1_"/>
    <w:link w:val="Cmsor10"/>
    <w:uiPriority w:val="99"/>
    <w:locked/>
    <w:rsid w:val="00A53391"/>
    <w:rPr>
      <w:b/>
      <w:shd w:val="clear" w:color="auto" w:fill="FFFFFF"/>
    </w:rPr>
  </w:style>
  <w:style w:type="character" w:customStyle="1" w:styleId="Fejlcvagylbjegyzet">
    <w:name w:val="Fejléc vagy lábjegyzet_"/>
    <w:link w:val="Fejlcvagylbjegyzet1"/>
    <w:uiPriority w:val="99"/>
    <w:locked/>
    <w:rsid w:val="00A53391"/>
    <w:rPr>
      <w:shd w:val="clear" w:color="auto" w:fill="FFFFFF"/>
    </w:rPr>
  </w:style>
  <w:style w:type="character" w:customStyle="1" w:styleId="Fejlcvagylbjegyzet0">
    <w:name w:val="Fejléc vagy lábjegyzet"/>
    <w:uiPriority w:val="99"/>
    <w:rsid w:val="00A53391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3">
    <w:name w:val="Szövegtörzs (3)_"/>
    <w:link w:val="Szvegtrzs30"/>
    <w:uiPriority w:val="99"/>
    <w:locked/>
    <w:rsid w:val="00A53391"/>
    <w:rPr>
      <w:b/>
      <w:shd w:val="clear" w:color="auto" w:fill="FFFFFF"/>
    </w:rPr>
  </w:style>
  <w:style w:type="character" w:customStyle="1" w:styleId="Szvegtrzs2">
    <w:name w:val="Szövegtörzs (2)_"/>
    <w:link w:val="Szvegtrzs20"/>
    <w:uiPriority w:val="99"/>
    <w:locked/>
    <w:rsid w:val="00A53391"/>
    <w:rPr>
      <w:shd w:val="clear" w:color="auto" w:fill="FFFFFF"/>
    </w:rPr>
  </w:style>
  <w:style w:type="character" w:customStyle="1" w:styleId="Szvegtrzs4">
    <w:name w:val="Szövegtörzs (4)_"/>
    <w:link w:val="Szvegtrzs41"/>
    <w:uiPriority w:val="99"/>
    <w:locked/>
    <w:rsid w:val="00A53391"/>
    <w:rPr>
      <w:shd w:val="clear" w:color="auto" w:fill="FFFFFF"/>
    </w:rPr>
  </w:style>
  <w:style w:type="character" w:customStyle="1" w:styleId="Szvegtrzs40">
    <w:name w:val="Szövegtörzs (4)"/>
    <w:uiPriority w:val="99"/>
    <w:rsid w:val="00A53391"/>
    <w:rPr>
      <w:color w:val="000000"/>
      <w:spacing w:val="0"/>
      <w:w w:val="100"/>
      <w:position w:val="0"/>
      <w:sz w:val="24"/>
      <w:u w:val="single"/>
      <w:lang w:val="ro-RO" w:eastAsia="ro-RO"/>
    </w:rPr>
  </w:style>
  <w:style w:type="character" w:customStyle="1" w:styleId="Szvegtrzs42">
    <w:name w:val="Szövegtörzs (4)2"/>
    <w:uiPriority w:val="99"/>
    <w:rsid w:val="00A53391"/>
    <w:rPr>
      <w:color w:val="000000"/>
      <w:spacing w:val="0"/>
      <w:w w:val="100"/>
      <w:position w:val="0"/>
      <w:sz w:val="24"/>
      <w:u w:val="single"/>
      <w:lang w:val="ro-RO" w:eastAsia="ro-RO"/>
    </w:rPr>
  </w:style>
  <w:style w:type="paragraph" w:customStyle="1" w:styleId="Cmsor10">
    <w:name w:val="Címsor #1"/>
    <w:basedOn w:val="Normal"/>
    <w:link w:val="Cmsor1"/>
    <w:uiPriority w:val="99"/>
    <w:rsid w:val="00A53391"/>
    <w:pPr>
      <w:shd w:val="clear" w:color="auto" w:fill="FFFFFF"/>
      <w:spacing w:after="60" w:line="240" w:lineRule="atLeast"/>
      <w:jc w:val="center"/>
      <w:outlineLvl w:val="0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Fejlcvagylbjegyzet1">
    <w:name w:val="Fejléc vagy lábjegyzet1"/>
    <w:basedOn w:val="Normal"/>
    <w:link w:val="Fejlcvagylbjegyzet"/>
    <w:uiPriority w:val="99"/>
    <w:rsid w:val="00A53391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30">
    <w:name w:val="Szövegtörzs (3)"/>
    <w:basedOn w:val="Normal"/>
    <w:link w:val="Szvegtrzs3"/>
    <w:uiPriority w:val="99"/>
    <w:rsid w:val="00A53391"/>
    <w:pPr>
      <w:shd w:val="clear" w:color="auto" w:fill="FFFFFF"/>
      <w:spacing w:before="60" w:after="900" w:line="240" w:lineRule="atLeast"/>
      <w:jc w:val="center"/>
    </w:pPr>
    <w:rPr>
      <w:rFonts w:ascii="Calibri" w:hAnsi="Calibri" w:cs="Times New Roman"/>
      <w:b/>
      <w:color w:val="auto"/>
      <w:sz w:val="20"/>
      <w:szCs w:val="20"/>
      <w:shd w:val="clear" w:color="auto" w:fill="FFFFFF"/>
      <w:lang w:val="ro-RO"/>
    </w:rPr>
  </w:style>
  <w:style w:type="paragraph" w:customStyle="1" w:styleId="Szvegtrzs20">
    <w:name w:val="Szövegtörzs (2)"/>
    <w:basedOn w:val="Normal"/>
    <w:link w:val="Szvegtrzs2"/>
    <w:uiPriority w:val="99"/>
    <w:rsid w:val="00A53391"/>
    <w:pPr>
      <w:shd w:val="clear" w:color="auto" w:fill="FFFFFF"/>
      <w:spacing w:before="900"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customStyle="1" w:styleId="Szvegtrzs41">
    <w:name w:val="Szövegtörzs (4)1"/>
    <w:basedOn w:val="Normal"/>
    <w:link w:val="Szvegtrzs4"/>
    <w:uiPriority w:val="99"/>
    <w:rsid w:val="00A53391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semiHidden/>
    <w:rsid w:val="00D56F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56F58"/>
    <w:rPr>
      <w:rFonts w:ascii="Arial Unicode MS" w:hAnsi="Arial Unicode MS" w:cs="Arial Unicode MS"/>
      <w:color w:val="000000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semiHidden/>
    <w:rsid w:val="00D56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56F58"/>
    <w:rPr>
      <w:rFonts w:ascii="Arial Unicode MS" w:hAnsi="Arial Unicode MS" w:cs="Arial Unicode MS"/>
      <w:color w:val="000000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572</TotalTime>
  <Pages>4</Pages>
  <Words>654</Words>
  <Characters>3795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39</cp:revision>
  <cp:lastPrinted>2019-05-28T11:45:00Z</cp:lastPrinted>
  <dcterms:created xsi:type="dcterms:W3CDTF">2019-07-22T10:04:00Z</dcterms:created>
  <dcterms:modified xsi:type="dcterms:W3CDTF">2019-08-07T10:09:00Z</dcterms:modified>
</cp:coreProperties>
</file>